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113FF" w14:textId="77777777" w:rsidR="00500231" w:rsidRDefault="00500231" w:rsidP="005D093E">
      <w:pPr>
        <w:tabs>
          <w:tab w:val="left" w:pos="5565"/>
        </w:tabs>
      </w:pPr>
    </w:p>
    <w:p w14:paraId="25AFF844" w14:textId="79DF25BF" w:rsidR="00DF5740" w:rsidRDefault="00014AEF" w:rsidP="005D093E">
      <w:pPr>
        <w:tabs>
          <w:tab w:val="left" w:pos="5565"/>
        </w:tabs>
      </w:pPr>
      <w:r>
        <w:t xml:space="preserve">RMK Ida- Virumaa metskond                                                                     </w:t>
      </w:r>
      <w:r w:rsidR="00500231">
        <w:tab/>
      </w:r>
      <w:r w:rsidR="00C551DC">
        <w:t>13.11.2023</w:t>
      </w:r>
    </w:p>
    <w:p w14:paraId="44C301D5" w14:textId="064CC035" w:rsidR="00500231" w:rsidRPr="00500231" w:rsidRDefault="00500231" w:rsidP="005D093E">
      <w:pPr>
        <w:tabs>
          <w:tab w:val="left" w:pos="5565"/>
        </w:tabs>
        <w:rPr>
          <w:rFonts w:cstheme="minorHAnsi"/>
          <w:color w:val="333333"/>
          <w:szCs w:val="24"/>
          <w:shd w:val="clear" w:color="auto" w:fill="FFFFFF"/>
        </w:rPr>
      </w:pPr>
      <w:r w:rsidRPr="00500231">
        <w:rPr>
          <w:rFonts w:cstheme="minorHAnsi"/>
          <w:color w:val="333333"/>
          <w:szCs w:val="24"/>
          <w:shd w:val="clear" w:color="auto" w:fill="FFFFFF"/>
        </w:rPr>
        <w:t>Metsa 2, Kose küla, Jõhvi vald, 41545 Ida-Virumaa</w:t>
      </w:r>
    </w:p>
    <w:p w14:paraId="19BFF093" w14:textId="1F76B976" w:rsidR="00C551DC" w:rsidRDefault="00500231" w:rsidP="005D093E">
      <w:pPr>
        <w:tabs>
          <w:tab w:val="left" w:pos="5565"/>
        </w:tabs>
      </w:pPr>
      <w:hyperlink r:id="rId6" w:history="1">
        <w:r w:rsidRPr="00F31D3A">
          <w:rPr>
            <w:rStyle w:val="Hyperlink"/>
            <w:rFonts w:ascii="Helvetica" w:hAnsi="Helvetica" w:cs="Helvetica"/>
            <w:sz w:val="23"/>
            <w:szCs w:val="23"/>
            <w:shd w:val="clear" w:color="auto" w:fill="FFFFFF"/>
          </w:rPr>
          <w:t>ida-virumaa@rmk.ee</w:t>
        </w:r>
      </w:hyperlink>
      <w:r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  <w:t> </w:t>
      </w:r>
    </w:p>
    <w:p w14:paraId="1EDA96E8" w14:textId="42DC0425" w:rsidR="00C551DC" w:rsidRDefault="00C551DC" w:rsidP="005D093E">
      <w:pPr>
        <w:tabs>
          <w:tab w:val="left" w:pos="5565"/>
        </w:tabs>
      </w:pPr>
    </w:p>
    <w:p w14:paraId="0D97CC52" w14:textId="13862734" w:rsidR="00C551DC" w:rsidRDefault="00C551DC" w:rsidP="005D093E">
      <w:pPr>
        <w:tabs>
          <w:tab w:val="left" w:pos="5565"/>
        </w:tabs>
      </w:pPr>
    </w:p>
    <w:p w14:paraId="1C9ABF53" w14:textId="2F5A4744" w:rsidR="00C551DC" w:rsidRDefault="00500231" w:rsidP="00FA46EF">
      <w:pPr>
        <w:tabs>
          <w:tab w:val="left" w:pos="5565"/>
        </w:tabs>
        <w:jc w:val="both"/>
      </w:pPr>
      <w:r>
        <w:t>Lugupeetud Alar Süda</w:t>
      </w:r>
    </w:p>
    <w:p w14:paraId="356CD7A4" w14:textId="77777777" w:rsidR="00500231" w:rsidRDefault="00500231" w:rsidP="00FA46EF">
      <w:pPr>
        <w:tabs>
          <w:tab w:val="left" w:pos="5565"/>
        </w:tabs>
        <w:jc w:val="both"/>
      </w:pPr>
    </w:p>
    <w:p w14:paraId="1278E7A7" w14:textId="150F9704" w:rsidR="00C551DC" w:rsidRDefault="00C551DC" w:rsidP="00FA46EF">
      <w:pPr>
        <w:tabs>
          <w:tab w:val="left" w:pos="5565"/>
        </w:tabs>
        <w:jc w:val="both"/>
      </w:pPr>
      <w:r>
        <w:t xml:space="preserve">Käesolevaga </w:t>
      </w:r>
      <w:r w:rsidR="00500231">
        <w:t>taotleme kooskõlastust</w:t>
      </w:r>
      <w:r>
        <w:t xml:space="preserve"> kasutada ehitustööde ajal </w:t>
      </w:r>
      <w:r w:rsidR="00FA46EF">
        <w:t>Vahtramäe 25201:008:0250</w:t>
      </w:r>
      <w:r w:rsidR="00FA46EF">
        <w:t xml:space="preserve"> kinnistul asuvat Polgu tee</w:t>
      </w:r>
      <w:r>
        <w:t xml:space="preserve">d </w:t>
      </w:r>
      <w:r w:rsidR="00500231">
        <w:t>alates Jõhvi-Vasknarva maanteest.</w:t>
      </w:r>
    </w:p>
    <w:p w14:paraId="1C958C2E" w14:textId="77777777" w:rsidR="00FA46EF" w:rsidRDefault="00FA46EF" w:rsidP="00FA46EF">
      <w:pPr>
        <w:tabs>
          <w:tab w:val="left" w:pos="5565"/>
        </w:tabs>
        <w:jc w:val="both"/>
      </w:pPr>
    </w:p>
    <w:p w14:paraId="288EBB58" w14:textId="78F686F4" w:rsidR="00FA46EF" w:rsidRDefault="00FA46EF" w:rsidP="00FA46EF">
      <w:pPr>
        <w:tabs>
          <w:tab w:val="left" w:pos="5565"/>
        </w:tabs>
        <w:jc w:val="both"/>
      </w:pPr>
      <w:r>
        <w:t>Teek</w:t>
      </w:r>
      <w:r w:rsidR="0023108B">
        <w:t>asutus</w:t>
      </w:r>
      <w:r>
        <w:t>e</w:t>
      </w:r>
      <w:r w:rsidR="0023108B">
        <w:t xml:space="preserve"> </w:t>
      </w:r>
      <w:r>
        <w:t>periood on</w:t>
      </w:r>
      <w:r w:rsidR="0023108B">
        <w:t xml:space="preserve"> 1</w:t>
      </w:r>
      <w:r w:rsidR="00500231">
        <w:t>6</w:t>
      </w:r>
      <w:r w:rsidR="0023108B">
        <w:t xml:space="preserve">.11.2023 kuni </w:t>
      </w:r>
      <w:r w:rsidR="00014AEF">
        <w:t>28</w:t>
      </w:r>
      <w:r w:rsidR="0023108B">
        <w:t>.</w:t>
      </w:r>
      <w:r w:rsidR="00014AEF">
        <w:t>09</w:t>
      </w:r>
      <w:r w:rsidR="0023108B">
        <w:t>.2024.</w:t>
      </w:r>
    </w:p>
    <w:p w14:paraId="24A43075" w14:textId="49E3CF0C" w:rsidR="00FA46EF" w:rsidRDefault="00FA46EF" w:rsidP="00FA46EF">
      <w:pPr>
        <w:tabs>
          <w:tab w:val="left" w:pos="5565"/>
        </w:tabs>
        <w:jc w:val="both"/>
      </w:pPr>
    </w:p>
    <w:p w14:paraId="099082FE" w14:textId="03C78203" w:rsidR="00FA46EF" w:rsidRDefault="00FA46EF" w:rsidP="00FA46EF">
      <w:pPr>
        <w:tabs>
          <w:tab w:val="left" w:pos="5565"/>
        </w:tabs>
        <w:jc w:val="both"/>
      </w:pPr>
      <w:r>
        <w:t>Kaardi väljavõte:</w:t>
      </w:r>
    </w:p>
    <w:p w14:paraId="6769E767" w14:textId="06B5DA9E" w:rsidR="0023108B" w:rsidRDefault="0023108B" w:rsidP="005D093E">
      <w:pPr>
        <w:tabs>
          <w:tab w:val="left" w:pos="5565"/>
        </w:tabs>
      </w:pPr>
      <w:r>
        <w:rPr>
          <w:noProof/>
        </w:rPr>
        <w:drawing>
          <wp:inline distT="0" distB="0" distL="0" distR="0" wp14:anchorId="15835C06" wp14:editId="4A5DAE13">
            <wp:extent cx="5158740" cy="30099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7976B" w14:textId="5E38FF4B" w:rsidR="00500231" w:rsidRDefault="00500231" w:rsidP="005D093E">
      <w:pPr>
        <w:tabs>
          <w:tab w:val="left" w:pos="5565"/>
        </w:tabs>
      </w:pPr>
    </w:p>
    <w:p w14:paraId="4BA6C4B9" w14:textId="57D5DD4C" w:rsidR="00500231" w:rsidRDefault="00500231" w:rsidP="005D093E">
      <w:pPr>
        <w:tabs>
          <w:tab w:val="left" w:pos="5565"/>
        </w:tabs>
      </w:pPr>
    </w:p>
    <w:p w14:paraId="4297A29F" w14:textId="77777777" w:rsidR="00500231" w:rsidRDefault="00500231" w:rsidP="005D093E">
      <w:pPr>
        <w:tabs>
          <w:tab w:val="left" w:pos="5565"/>
        </w:tabs>
      </w:pPr>
    </w:p>
    <w:p w14:paraId="20E7FFE7" w14:textId="369433D2" w:rsidR="00500231" w:rsidRDefault="00500231" w:rsidP="005D093E">
      <w:pPr>
        <w:tabs>
          <w:tab w:val="left" w:pos="5565"/>
        </w:tabs>
      </w:pPr>
      <w:r>
        <w:t>Lugupidamisega</w:t>
      </w:r>
    </w:p>
    <w:p w14:paraId="6E94C75E" w14:textId="4E468AD2" w:rsidR="00500231" w:rsidRDefault="00500231" w:rsidP="005D093E">
      <w:pPr>
        <w:tabs>
          <w:tab w:val="left" w:pos="5565"/>
        </w:tabs>
      </w:pPr>
    </w:p>
    <w:p w14:paraId="03488B0F" w14:textId="77777777" w:rsidR="00500231" w:rsidRDefault="00500231" w:rsidP="005D093E">
      <w:pPr>
        <w:tabs>
          <w:tab w:val="left" w:pos="5565"/>
        </w:tabs>
      </w:pPr>
    </w:p>
    <w:p w14:paraId="1A6F5CC6" w14:textId="353A025E" w:rsidR="00500231" w:rsidRDefault="00500231" w:rsidP="005D093E">
      <w:pPr>
        <w:tabs>
          <w:tab w:val="left" w:pos="5565"/>
        </w:tabs>
      </w:pPr>
      <w:r>
        <w:t>Agu Zilensk</w:t>
      </w:r>
    </w:p>
    <w:p w14:paraId="0D799071" w14:textId="6B917E7A" w:rsidR="00500231" w:rsidRDefault="00500231" w:rsidP="005D093E">
      <w:pPr>
        <w:tabs>
          <w:tab w:val="left" w:pos="5565"/>
        </w:tabs>
      </w:pPr>
      <w:r>
        <w:t>Projektijuht</w:t>
      </w:r>
    </w:p>
    <w:p w14:paraId="1FF1E7B5" w14:textId="657989BB" w:rsidR="00500231" w:rsidRPr="005D093E" w:rsidRDefault="00500231" w:rsidP="005D093E">
      <w:pPr>
        <w:tabs>
          <w:tab w:val="left" w:pos="5565"/>
        </w:tabs>
      </w:pPr>
      <w:r>
        <w:t>/allkirjastatud digitaalselt/</w:t>
      </w:r>
    </w:p>
    <w:sectPr w:rsidR="00500231" w:rsidRPr="005D093E" w:rsidSect="00232A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855" w:right="1417" w:bottom="1643" w:left="1417" w:header="850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15B75" w14:textId="77777777" w:rsidR="00C6202C" w:rsidRDefault="00C6202C">
      <w:r>
        <w:separator/>
      </w:r>
    </w:p>
  </w:endnote>
  <w:endnote w:type="continuationSeparator" w:id="0">
    <w:p w14:paraId="36D70C84" w14:textId="77777777" w:rsidR="00C6202C" w:rsidRDefault="00C6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0FDA" w14:textId="77777777" w:rsidR="00F81549" w:rsidRDefault="00F81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FB63" w14:textId="77777777" w:rsidR="000B22D7" w:rsidRDefault="000B22D7">
    <w:pPr>
      <w:framePr w:wrap="around" w:vAnchor="text" w:hAnchor="text" w:xAlign="center" w:yAlign="top"/>
    </w:pPr>
  </w:p>
  <w:p w14:paraId="7E64C39A" w14:textId="77777777" w:rsidR="000B22D7" w:rsidRDefault="000B22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B0EE" w14:textId="77777777" w:rsidR="00232A39" w:rsidRDefault="00232A39">
    <w:pPr>
      <w:pStyle w:val="Footer"/>
    </w:pPr>
    <w:r w:rsidRPr="00232A39">
      <w:rPr>
        <w:noProof/>
      </w:rPr>
      <w:drawing>
        <wp:anchor distT="0" distB="0" distL="114300" distR="114300" simplePos="0" relativeHeight="251658240" behindDoc="0" locked="0" layoutInCell="1" allowOverlap="1" wp14:anchorId="20979EB9" wp14:editId="73B0E20A">
          <wp:simplePos x="0" y="0"/>
          <wp:positionH relativeFrom="column">
            <wp:posOffset>69594</wp:posOffset>
          </wp:positionH>
          <wp:positionV relativeFrom="page">
            <wp:posOffset>9822180</wp:posOffset>
          </wp:positionV>
          <wp:extent cx="6116400" cy="428400"/>
          <wp:effectExtent l="0" t="0" r="0" b="0"/>
          <wp:wrapThrough wrapText="bothSides">
            <wp:wrapPolygon edited="0">
              <wp:start x="0" y="0"/>
              <wp:lineTo x="0" y="20190"/>
              <wp:lineTo x="15204" y="20190"/>
              <wp:lineTo x="15339" y="16344"/>
              <wp:lineTo x="21528" y="12499"/>
              <wp:lineTo x="21528" y="3846"/>
              <wp:lineTo x="19577" y="0"/>
              <wp:lineTo x="0" y="0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400" cy="42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95E7" w14:textId="77777777" w:rsidR="00C6202C" w:rsidRDefault="00C6202C">
      <w:r>
        <w:separator/>
      </w:r>
    </w:p>
  </w:footnote>
  <w:footnote w:type="continuationSeparator" w:id="0">
    <w:p w14:paraId="51B30153" w14:textId="77777777" w:rsidR="00C6202C" w:rsidRDefault="00C62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4081F" w14:textId="77777777" w:rsidR="00F81549" w:rsidRDefault="00F81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D65D" w14:textId="77777777" w:rsidR="000B22D7" w:rsidRDefault="000B22D7">
    <w:pPr>
      <w:framePr w:wrap="around" w:vAnchor="text" w:hAnchor="text" w:yAlign="top"/>
    </w:pPr>
  </w:p>
  <w:p w14:paraId="62429675" w14:textId="77777777" w:rsidR="000B22D7" w:rsidRDefault="000B22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F77EB" w14:textId="77777777" w:rsidR="00232A39" w:rsidRDefault="00232A39">
    <w:pPr>
      <w:pStyle w:val="Header"/>
    </w:pPr>
    <w:r w:rsidRPr="00232A39">
      <w:rPr>
        <w:noProof/>
      </w:rPr>
      <w:drawing>
        <wp:inline distT="0" distB="0" distL="0" distR="0" wp14:anchorId="2E957D5D" wp14:editId="37F72D74">
          <wp:extent cx="2286000" cy="295275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661"/>
    <w:rsid w:val="00014AEF"/>
    <w:rsid w:val="00016312"/>
    <w:rsid w:val="00090C9C"/>
    <w:rsid w:val="000B22D7"/>
    <w:rsid w:val="000B5931"/>
    <w:rsid w:val="00192C3F"/>
    <w:rsid w:val="0023108B"/>
    <w:rsid w:val="00232A39"/>
    <w:rsid w:val="00254ABF"/>
    <w:rsid w:val="002A22E6"/>
    <w:rsid w:val="002B132A"/>
    <w:rsid w:val="0038081B"/>
    <w:rsid w:val="003A1422"/>
    <w:rsid w:val="0042059B"/>
    <w:rsid w:val="00462DEB"/>
    <w:rsid w:val="004F27FD"/>
    <w:rsid w:val="004F4661"/>
    <w:rsid w:val="00500231"/>
    <w:rsid w:val="00545FA6"/>
    <w:rsid w:val="00561589"/>
    <w:rsid w:val="00573518"/>
    <w:rsid w:val="00596ECD"/>
    <w:rsid w:val="005D093E"/>
    <w:rsid w:val="006278B4"/>
    <w:rsid w:val="00654932"/>
    <w:rsid w:val="006811F5"/>
    <w:rsid w:val="00694223"/>
    <w:rsid w:val="006D3C33"/>
    <w:rsid w:val="00746A5E"/>
    <w:rsid w:val="00766110"/>
    <w:rsid w:val="007B0380"/>
    <w:rsid w:val="007D6C68"/>
    <w:rsid w:val="007E6824"/>
    <w:rsid w:val="00806BA9"/>
    <w:rsid w:val="008440DA"/>
    <w:rsid w:val="00855B18"/>
    <w:rsid w:val="008E113D"/>
    <w:rsid w:val="008F0696"/>
    <w:rsid w:val="0098567D"/>
    <w:rsid w:val="00A02C77"/>
    <w:rsid w:val="00A67051"/>
    <w:rsid w:val="00BD1F54"/>
    <w:rsid w:val="00C23F8D"/>
    <w:rsid w:val="00C551DC"/>
    <w:rsid w:val="00C6202C"/>
    <w:rsid w:val="00CA4C95"/>
    <w:rsid w:val="00DB566C"/>
    <w:rsid w:val="00DC3B53"/>
    <w:rsid w:val="00DC5287"/>
    <w:rsid w:val="00DC70DE"/>
    <w:rsid w:val="00DF5740"/>
    <w:rsid w:val="00F15042"/>
    <w:rsid w:val="00F81549"/>
    <w:rsid w:val="00F85B71"/>
    <w:rsid w:val="00FA468B"/>
    <w:rsid w:val="00FA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8F6F0"/>
  <w15:docId w15:val="{852446C2-DBD7-43DA-84B7-E750777D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DEB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kern w:val="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D7"/>
  </w:style>
  <w:style w:type="character" w:customStyle="1" w:styleId="WW-Absatz-Standardschriftart">
    <w:name w:val="WW-Absatz-Standardschriftart"/>
    <w:rsid w:val="000B22D7"/>
  </w:style>
  <w:style w:type="character" w:customStyle="1" w:styleId="WW-Absatz-Standardschriftart1">
    <w:name w:val="WW-Absatz-Standardschriftart1"/>
    <w:rsid w:val="000B22D7"/>
  </w:style>
  <w:style w:type="character" w:customStyle="1" w:styleId="WW-Absatz-Standardschriftart11">
    <w:name w:val="WW-Absatz-Standardschriftart11"/>
    <w:rsid w:val="000B22D7"/>
  </w:style>
  <w:style w:type="character" w:customStyle="1" w:styleId="WW-Absatz-Standardschriftart111">
    <w:name w:val="WW-Absatz-Standardschriftart111"/>
    <w:rsid w:val="000B22D7"/>
  </w:style>
  <w:style w:type="character" w:customStyle="1" w:styleId="WW-Absatz-Standardschriftart1111">
    <w:name w:val="WW-Absatz-Standardschriftart1111"/>
    <w:rsid w:val="000B22D7"/>
  </w:style>
  <w:style w:type="paragraph" w:customStyle="1" w:styleId="Heading">
    <w:name w:val="Heading"/>
    <w:basedOn w:val="Normal"/>
    <w:next w:val="BodyText"/>
    <w:rsid w:val="000B22D7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semiHidden/>
    <w:rsid w:val="000B22D7"/>
    <w:pPr>
      <w:spacing w:after="120"/>
    </w:pPr>
  </w:style>
  <w:style w:type="paragraph" w:styleId="List">
    <w:name w:val="List"/>
    <w:basedOn w:val="BodyText"/>
    <w:semiHidden/>
    <w:rsid w:val="000B22D7"/>
  </w:style>
  <w:style w:type="paragraph" w:styleId="Caption">
    <w:name w:val="caption"/>
    <w:basedOn w:val="Normal"/>
    <w:rsid w:val="000B22D7"/>
    <w:pPr>
      <w:suppressLineNumbers/>
      <w:spacing w:before="120" w:after="120"/>
    </w:pPr>
    <w:rPr>
      <w:i/>
    </w:rPr>
  </w:style>
  <w:style w:type="paragraph" w:customStyle="1" w:styleId="Index">
    <w:name w:val="Index"/>
    <w:basedOn w:val="Normal"/>
    <w:rsid w:val="000B22D7"/>
    <w:pPr>
      <w:suppressLineNumbers/>
    </w:pPr>
  </w:style>
  <w:style w:type="paragraph" w:styleId="Header">
    <w:name w:val="head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Footer">
    <w:name w:val="foot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80"/>
    <w:rPr>
      <w:rFonts w:ascii="Tahoma" w:hAnsi="Tahoma" w:cs="Tahoma"/>
      <w:kern w:val="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023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da-virumaa@rmk.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grupp.sise\OfficeTemplates\Templates\NCN\Kirjad,%20plangid\kirjaplank%20Nordec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 Nordecon</Template>
  <TotalTime>56</TotalTime>
  <Pages>1</Pages>
  <Words>79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Nordecon AS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 Valdmann</dc:creator>
  <cp:keywords/>
  <cp:lastModifiedBy>Agu Zilensk</cp:lastModifiedBy>
  <cp:revision>4</cp:revision>
  <cp:lastPrinted>2009-03-19T13:36:00Z</cp:lastPrinted>
  <dcterms:created xsi:type="dcterms:W3CDTF">2023-11-13T07:50:00Z</dcterms:created>
  <dcterms:modified xsi:type="dcterms:W3CDTF">2023-11-13T10:10:00Z</dcterms:modified>
</cp:coreProperties>
</file>